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A9E" w:rsidRDefault="00520A9E" w:rsidP="00520A9E">
      <w:pPr>
        <w:pStyle w:val="Heading1"/>
        <w:jc w:val="center"/>
      </w:pPr>
      <w:r>
        <w:t>PROMISIUNE UNILATERALA DE VANZARE</w:t>
      </w:r>
    </w:p>
    <w:p w:rsidR="00520A9E" w:rsidRDefault="00520A9E" w:rsidP="00520A9E"/>
    <w:p w:rsidR="00520A9E" w:rsidRDefault="00520A9E" w:rsidP="00520A9E">
      <w:pPr>
        <w:pStyle w:val="Heading2"/>
      </w:pPr>
      <w:r>
        <w:t>I. PARTILE</w:t>
      </w:r>
    </w:p>
    <w:p w:rsidR="00520A9E" w:rsidRDefault="00520A9E" w:rsidP="00520A9E"/>
    <w:p w:rsidR="00520A9E" w:rsidRDefault="00520A9E" w:rsidP="00520A9E">
      <w:pPr>
        <w:pStyle w:val="Heading3"/>
      </w:pPr>
      <w:r>
        <w:t>Art.1</w:t>
      </w:r>
    </w:p>
    <w:p w:rsidR="00520A9E" w:rsidRDefault="00520A9E" w:rsidP="00520A9E"/>
    <w:p w:rsidR="00520A9E" w:rsidRDefault="00520A9E" w:rsidP="00520A9E">
      <w:pPr>
        <w:spacing w:line="360" w:lineRule="auto"/>
      </w:pPr>
      <w:r w:rsidRPr="00520A9E">
        <w:rPr>
          <w:b/>
          <w:sz w:val="24"/>
          <w:szCs w:val="24"/>
        </w:rPr>
        <w:t>Subsemnatul</w:t>
      </w:r>
      <w:r w:rsidRPr="00520A9E">
        <w:rPr>
          <w:b/>
        </w:rPr>
        <w:t xml:space="preserve"> </w:t>
      </w:r>
      <w:r>
        <w:t xml:space="preserve">____________________________, domiciliat in_____________________,  str_________________________, nr___, bl___ , ap__, posesor al B.I. cu seria__, nr_________________, in calitate de </w:t>
      </w:r>
      <w:r w:rsidRPr="00520A9E">
        <w:rPr>
          <w:b/>
        </w:rPr>
        <w:t>promitent</w:t>
      </w:r>
      <w:r>
        <w:t>.</w:t>
      </w:r>
    </w:p>
    <w:p w:rsidR="00520A9E" w:rsidRDefault="00520A9E" w:rsidP="00520A9E">
      <w:r>
        <w:t>si</w:t>
      </w:r>
    </w:p>
    <w:p w:rsidR="00520A9E" w:rsidRDefault="004848FC" w:rsidP="00520A9E">
      <w:pPr>
        <w:spacing w:line="360" w:lineRule="auto"/>
      </w:pPr>
      <w:r w:rsidRPr="00520A9E">
        <w:rPr>
          <w:b/>
          <w:sz w:val="24"/>
          <w:szCs w:val="24"/>
        </w:rPr>
        <w:t>Subsemnatul</w:t>
      </w:r>
      <w:r w:rsidRPr="00520A9E">
        <w:rPr>
          <w:b/>
        </w:rPr>
        <w:t xml:space="preserve"> </w:t>
      </w:r>
      <w:r>
        <w:t xml:space="preserve">____________________________, domiciliat in_____________________,  str_________________________, nr___, bl___ , ap__, posesor al B.I. cu seria__, nr_________________, </w:t>
      </w:r>
      <w:r w:rsidR="00520A9E">
        <w:t xml:space="preserve">in calitate de </w:t>
      </w:r>
      <w:r w:rsidR="00520A9E" w:rsidRPr="00520A9E">
        <w:rPr>
          <w:b/>
        </w:rPr>
        <w:t>beneficiar al promisiunii</w:t>
      </w:r>
      <w:r w:rsidR="00520A9E">
        <w:t>.</w:t>
      </w:r>
    </w:p>
    <w:p w:rsidR="00520A9E" w:rsidRDefault="00520A9E" w:rsidP="00520A9E"/>
    <w:p w:rsidR="00520A9E" w:rsidRDefault="00520A9E" w:rsidP="00520A9E">
      <w:pPr>
        <w:pStyle w:val="Heading2"/>
      </w:pPr>
      <w:r>
        <w:t>II. OBIECT</w:t>
      </w:r>
    </w:p>
    <w:p w:rsidR="00520A9E" w:rsidRDefault="00520A9E" w:rsidP="00520A9E"/>
    <w:p w:rsidR="00520A9E" w:rsidRDefault="00520A9E" w:rsidP="00520A9E">
      <w:pPr>
        <w:pStyle w:val="Heading3"/>
      </w:pPr>
      <w:r>
        <w:t>Art.2</w:t>
      </w:r>
    </w:p>
    <w:p w:rsidR="00520A9E" w:rsidRDefault="00520A9E" w:rsidP="00520A9E"/>
    <w:p w:rsidR="00520A9E" w:rsidRDefault="00520A9E" w:rsidP="00520A9E">
      <w:pPr>
        <w:spacing w:line="360" w:lineRule="auto"/>
      </w:pPr>
      <w:r>
        <w:t>Incheierea in forma autentica a contractului de vanzare-cumparare a imobilului situat in______________________, str__________________, nr__, proprietatea promitentului, dupa cum rezulta din Certificatul fiscal nr___, eliberat de Administratia Financiara a ________________________ si din Certificatul de sarcini nr___, eliberat de Notariatul __________</w:t>
      </w:r>
    </w:p>
    <w:p w:rsidR="00520A9E" w:rsidRDefault="00520A9E" w:rsidP="00520A9E"/>
    <w:p w:rsidR="00520A9E" w:rsidRDefault="00520A9E" w:rsidP="00520A9E">
      <w:pPr>
        <w:pStyle w:val="Heading3"/>
      </w:pPr>
      <w:r>
        <w:t>Art.3</w:t>
      </w:r>
    </w:p>
    <w:p w:rsidR="00520A9E" w:rsidRDefault="00520A9E" w:rsidP="00520A9E"/>
    <w:p w:rsidR="00520A9E" w:rsidRDefault="00520A9E" w:rsidP="00520A9E">
      <w:r>
        <w:t>Plata sumei de _______</w:t>
      </w:r>
      <w:r w:rsidR="004848FC">
        <w:t>________</w:t>
      </w:r>
      <w:r>
        <w:t xml:space="preserve"> lei(Euro), in schimbul promisiunii de vanzare.</w:t>
      </w:r>
    </w:p>
    <w:p w:rsidR="00520A9E" w:rsidRDefault="00520A9E" w:rsidP="00520A9E"/>
    <w:p w:rsidR="00520A9E" w:rsidRDefault="00520A9E" w:rsidP="00520A9E">
      <w:pPr>
        <w:pStyle w:val="Heading2"/>
      </w:pPr>
      <w:r>
        <w:t>III. DATA INCHEIERII CONTRACTULUI DE VANZARE-CUMPARARE</w:t>
      </w:r>
    </w:p>
    <w:p w:rsidR="00520A9E" w:rsidRDefault="00520A9E" w:rsidP="00520A9E"/>
    <w:p w:rsidR="00520A9E" w:rsidRDefault="00520A9E" w:rsidP="00520A9E">
      <w:pPr>
        <w:pStyle w:val="Heading3"/>
      </w:pPr>
      <w:r>
        <w:lastRenderedPageBreak/>
        <w:t>Art.4</w:t>
      </w:r>
    </w:p>
    <w:p w:rsidR="00520A9E" w:rsidRDefault="00520A9E" w:rsidP="00520A9E"/>
    <w:p w:rsidR="00520A9E" w:rsidRDefault="00520A9E" w:rsidP="00520A9E">
      <w:r>
        <w:t>Contractul de vanzare-cumparare a imobilului se va incheia la data de ___/___/______</w:t>
      </w:r>
    </w:p>
    <w:p w:rsidR="00520A9E" w:rsidRDefault="00520A9E" w:rsidP="00520A9E"/>
    <w:p w:rsidR="00520A9E" w:rsidRDefault="00520A9E" w:rsidP="00520A9E">
      <w:pPr>
        <w:pStyle w:val="Heading2"/>
      </w:pPr>
      <w:r>
        <w:t>IV. PRETUL IMOBILULUI</w:t>
      </w:r>
    </w:p>
    <w:p w:rsidR="00520A9E" w:rsidRDefault="00520A9E" w:rsidP="00520A9E"/>
    <w:p w:rsidR="00520A9E" w:rsidRDefault="00520A9E" w:rsidP="00520A9E">
      <w:pPr>
        <w:pStyle w:val="Heading3"/>
      </w:pPr>
      <w:r>
        <w:t>Art.5</w:t>
      </w:r>
    </w:p>
    <w:p w:rsidR="00520A9E" w:rsidRDefault="00520A9E" w:rsidP="00520A9E"/>
    <w:p w:rsidR="00520A9E" w:rsidRDefault="00520A9E" w:rsidP="00520A9E">
      <w:pPr>
        <w:spacing w:line="360" w:lineRule="auto"/>
      </w:pPr>
      <w:r>
        <w:t>Pretul de vanzare al imobilului stabilit de parti prin prezenta promisiune unilaterala de vanzare este de _______</w:t>
      </w:r>
      <w:r w:rsidR="004848FC">
        <w:t>____________</w:t>
      </w:r>
      <w:r>
        <w:t xml:space="preserve"> lei ( Euro ).</w:t>
      </w:r>
    </w:p>
    <w:p w:rsidR="00520A9E" w:rsidRDefault="00520A9E" w:rsidP="00520A9E"/>
    <w:p w:rsidR="00520A9E" w:rsidRDefault="00520A9E" w:rsidP="00520A9E">
      <w:pPr>
        <w:pStyle w:val="Heading2"/>
      </w:pPr>
      <w:r>
        <w:t>V. DATA SI LOCUL PLATII</w:t>
      </w:r>
    </w:p>
    <w:p w:rsidR="00520A9E" w:rsidRDefault="00520A9E" w:rsidP="00520A9E"/>
    <w:p w:rsidR="00520A9E" w:rsidRDefault="00520A9E" w:rsidP="00520A9E">
      <w:pPr>
        <w:pStyle w:val="Heading3"/>
      </w:pPr>
      <w:r>
        <w:t>Art.6</w:t>
      </w:r>
    </w:p>
    <w:p w:rsidR="00520A9E" w:rsidRDefault="00520A9E" w:rsidP="00520A9E"/>
    <w:p w:rsidR="00520A9E" w:rsidRDefault="00520A9E" w:rsidP="00520A9E">
      <w:r>
        <w:t xml:space="preserve">Suma reprezentand pretul contractului se va achita la data ___/___/______, la domiciliul </w:t>
      </w:r>
      <w:r w:rsidRPr="00520A9E">
        <w:rPr>
          <w:b/>
        </w:rPr>
        <w:t>promitentului.</w:t>
      </w:r>
    </w:p>
    <w:p w:rsidR="00520A9E" w:rsidRDefault="00520A9E" w:rsidP="00520A9E"/>
    <w:p w:rsidR="00520A9E" w:rsidRDefault="00520A9E" w:rsidP="00520A9E">
      <w:pPr>
        <w:pStyle w:val="Heading2"/>
      </w:pPr>
      <w:r>
        <w:t>VI. TRANSMITEREA DREPTURILOR</w:t>
      </w:r>
    </w:p>
    <w:p w:rsidR="00520A9E" w:rsidRDefault="00520A9E" w:rsidP="00520A9E"/>
    <w:p w:rsidR="00520A9E" w:rsidRDefault="00520A9E" w:rsidP="00520A9E">
      <w:r>
        <w:t>Art.7</w:t>
      </w:r>
    </w:p>
    <w:p w:rsidR="00520A9E" w:rsidRDefault="00520A9E" w:rsidP="00520A9E"/>
    <w:p w:rsidR="00520A9E" w:rsidRDefault="00520A9E" w:rsidP="00520A9E">
      <w:r>
        <w:t xml:space="preserve">Transmiterea drepturilor dobandite de </w:t>
      </w:r>
      <w:r w:rsidRPr="00520A9E">
        <w:rPr>
          <w:b/>
        </w:rPr>
        <w:t>beneficiarul promisiunii</w:t>
      </w:r>
      <w:r>
        <w:t xml:space="preserve"> nu este posibila decat cu acordul prealabil scris al </w:t>
      </w:r>
      <w:r w:rsidRPr="00520A9E">
        <w:rPr>
          <w:b/>
        </w:rPr>
        <w:t>promitentului</w:t>
      </w:r>
      <w:r>
        <w:t>.</w:t>
      </w:r>
    </w:p>
    <w:p w:rsidR="00520A9E" w:rsidRDefault="00520A9E" w:rsidP="00520A9E"/>
    <w:p w:rsidR="004848FC" w:rsidRDefault="004848FC" w:rsidP="00520A9E"/>
    <w:p w:rsidR="004848FC" w:rsidRDefault="004848FC" w:rsidP="00520A9E"/>
    <w:p w:rsidR="004848FC" w:rsidRDefault="004848FC" w:rsidP="00520A9E"/>
    <w:p w:rsidR="004848FC" w:rsidRDefault="004848FC" w:rsidP="00520A9E"/>
    <w:p w:rsidR="004848FC" w:rsidRDefault="004848FC" w:rsidP="00520A9E"/>
    <w:p w:rsidR="004848FC" w:rsidRDefault="004848FC" w:rsidP="00520A9E"/>
    <w:p w:rsidR="00520A9E" w:rsidRDefault="00520A9E" w:rsidP="00520A9E">
      <w:pPr>
        <w:pStyle w:val="Heading2"/>
      </w:pPr>
      <w:r>
        <w:t>VII. CONTINUTUL CONTRACTULUI</w:t>
      </w:r>
    </w:p>
    <w:p w:rsidR="00520A9E" w:rsidRDefault="00520A9E" w:rsidP="00520A9E"/>
    <w:p w:rsidR="00520A9E" w:rsidRDefault="00520A9E" w:rsidP="00520A9E">
      <w:pPr>
        <w:pStyle w:val="Heading3"/>
      </w:pPr>
      <w:r>
        <w:t>Art.8</w:t>
      </w:r>
    </w:p>
    <w:p w:rsidR="00520A9E" w:rsidRDefault="00520A9E" w:rsidP="00520A9E"/>
    <w:p w:rsidR="00520A9E" w:rsidRPr="00520A9E" w:rsidRDefault="00520A9E" w:rsidP="00520A9E">
      <w:pPr>
        <w:rPr>
          <w:b/>
          <w:i/>
        </w:rPr>
      </w:pPr>
      <w:r w:rsidRPr="00520A9E">
        <w:rPr>
          <w:b/>
          <w:i/>
        </w:rPr>
        <w:t>Drepturile promitentului</w:t>
      </w:r>
    </w:p>
    <w:p w:rsidR="00520A9E" w:rsidRDefault="00520A9E" w:rsidP="00520A9E"/>
    <w:p w:rsidR="00520A9E" w:rsidRDefault="00520A9E" w:rsidP="00520A9E">
      <w:r w:rsidRPr="00520A9E">
        <w:rPr>
          <w:b/>
        </w:rPr>
        <w:t>Promitentul</w:t>
      </w:r>
      <w:r>
        <w:t xml:space="preserve"> are dreptul sa ceara achitarea pretului contractului.</w:t>
      </w:r>
    </w:p>
    <w:p w:rsidR="00520A9E" w:rsidRDefault="00520A9E" w:rsidP="00520A9E"/>
    <w:p w:rsidR="00520A9E" w:rsidRDefault="00520A9E" w:rsidP="00520A9E">
      <w:pPr>
        <w:pStyle w:val="Heading3"/>
      </w:pPr>
      <w:r>
        <w:t>Art.9</w:t>
      </w:r>
    </w:p>
    <w:p w:rsidR="00520A9E" w:rsidRDefault="00520A9E" w:rsidP="00520A9E"/>
    <w:p w:rsidR="00520A9E" w:rsidRPr="00520A9E" w:rsidRDefault="00520A9E" w:rsidP="00520A9E">
      <w:pPr>
        <w:rPr>
          <w:b/>
          <w:i/>
        </w:rPr>
      </w:pPr>
      <w:r w:rsidRPr="00520A9E">
        <w:rPr>
          <w:b/>
          <w:i/>
        </w:rPr>
        <w:t>Obligatiile promitentului</w:t>
      </w:r>
    </w:p>
    <w:p w:rsidR="00520A9E" w:rsidRDefault="00520A9E" w:rsidP="00520A9E"/>
    <w:p w:rsidR="00520A9E" w:rsidRDefault="00520A9E" w:rsidP="00520A9E">
      <w:r w:rsidRPr="00520A9E">
        <w:rPr>
          <w:b/>
        </w:rPr>
        <w:t xml:space="preserve">Promitentul </w:t>
      </w:r>
      <w:r>
        <w:t>are obligatia sa incheie la cererea beneficiarului promisiunii contractul de vanzare-cumparare a imobilului.</w:t>
      </w:r>
    </w:p>
    <w:p w:rsidR="00520A9E" w:rsidRDefault="00520A9E" w:rsidP="00520A9E"/>
    <w:p w:rsidR="00520A9E" w:rsidRDefault="00520A9E" w:rsidP="00520A9E">
      <w:pPr>
        <w:pStyle w:val="Heading3"/>
      </w:pPr>
      <w:r>
        <w:t>Art.10</w:t>
      </w:r>
    </w:p>
    <w:p w:rsidR="00520A9E" w:rsidRDefault="00520A9E" w:rsidP="00520A9E"/>
    <w:p w:rsidR="00520A9E" w:rsidRPr="00520A9E" w:rsidRDefault="00520A9E" w:rsidP="00520A9E">
      <w:pPr>
        <w:rPr>
          <w:b/>
          <w:i/>
        </w:rPr>
      </w:pPr>
      <w:r w:rsidRPr="00520A9E">
        <w:rPr>
          <w:b/>
          <w:i/>
        </w:rPr>
        <w:t>Drepturile beneficiarului promisiunii</w:t>
      </w:r>
    </w:p>
    <w:p w:rsidR="00520A9E" w:rsidRDefault="00520A9E" w:rsidP="00520A9E"/>
    <w:p w:rsidR="00520A9E" w:rsidRDefault="00520A9E" w:rsidP="00520A9E">
      <w:r w:rsidRPr="00520A9E">
        <w:rPr>
          <w:b/>
        </w:rPr>
        <w:t>Beneficiarul promisiunii</w:t>
      </w:r>
      <w:r>
        <w:t xml:space="preserve"> are dreptul sa ceara incheierea contractului la data stabilita.</w:t>
      </w:r>
    </w:p>
    <w:p w:rsidR="00520A9E" w:rsidRDefault="00520A9E" w:rsidP="00520A9E"/>
    <w:p w:rsidR="00520A9E" w:rsidRDefault="00520A9E" w:rsidP="00520A9E">
      <w:pPr>
        <w:pStyle w:val="Heading3"/>
      </w:pPr>
      <w:r>
        <w:t>Art.11</w:t>
      </w:r>
    </w:p>
    <w:p w:rsidR="00520A9E" w:rsidRDefault="00520A9E" w:rsidP="00520A9E"/>
    <w:p w:rsidR="00520A9E" w:rsidRPr="00520A9E" w:rsidRDefault="00520A9E" w:rsidP="00520A9E">
      <w:pPr>
        <w:rPr>
          <w:b/>
          <w:i/>
        </w:rPr>
      </w:pPr>
      <w:r w:rsidRPr="00520A9E">
        <w:rPr>
          <w:b/>
          <w:i/>
        </w:rPr>
        <w:t>Obligatiile beneficiarului</w:t>
      </w:r>
    </w:p>
    <w:p w:rsidR="00520A9E" w:rsidRDefault="00520A9E" w:rsidP="00520A9E"/>
    <w:p w:rsidR="00520A9E" w:rsidRDefault="00520A9E" w:rsidP="00520A9E">
      <w:r w:rsidRPr="00520A9E">
        <w:rPr>
          <w:b/>
        </w:rPr>
        <w:t>Beneficiarul promisiunii</w:t>
      </w:r>
      <w:r>
        <w:t xml:space="preserve"> are obligatia sa achite promitentului pretul contractului.</w:t>
      </w:r>
    </w:p>
    <w:p w:rsidR="00520A9E" w:rsidRDefault="00520A9E" w:rsidP="00520A9E"/>
    <w:p w:rsidR="004848FC" w:rsidRDefault="004848FC" w:rsidP="00520A9E"/>
    <w:p w:rsidR="00520A9E" w:rsidRDefault="00520A9E" w:rsidP="00520A9E">
      <w:pPr>
        <w:pStyle w:val="Heading2"/>
      </w:pPr>
      <w:r>
        <w:lastRenderedPageBreak/>
        <w:t>VIII. RASPUNDEREA CONTRACTUALA</w:t>
      </w:r>
    </w:p>
    <w:p w:rsidR="00520A9E" w:rsidRDefault="00520A9E" w:rsidP="00520A9E"/>
    <w:p w:rsidR="00520A9E" w:rsidRDefault="00520A9E" w:rsidP="00520A9E">
      <w:pPr>
        <w:pStyle w:val="Heading3"/>
      </w:pPr>
      <w:r>
        <w:t>Art.12</w:t>
      </w:r>
    </w:p>
    <w:p w:rsidR="00520A9E" w:rsidRDefault="00520A9E" w:rsidP="00520A9E"/>
    <w:p w:rsidR="00520A9E" w:rsidRDefault="00520A9E" w:rsidP="00520A9E">
      <w:pPr>
        <w:spacing w:line="360" w:lineRule="auto"/>
      </w:pPr>
      <w:r>
        <w:t xml:space="preserve">In cazul in care </w:t>
      </w:r>
      <w:r w:rsidRPr="00520A9E">
        <w:rPr>
          <w:b/>
        </w:rPr>
        <w:t>promitentul</w:t>
      </w:r>
      <w:r>
        <w:t xml:space="preserve"> </w:t>
      </w:r>
      <w:r w:rsidRPr="00520A9E">
        <w:rPr>
          <w:i/>
        </w:rPr>
        <w:t>refuza</w:t>
      </w:r>
      <w:r>
        <w:t xml:space="preserve"> sa-si execute obligatia asumata, acesta datoreaza </w:t>
      </w:r>
      <w:r w:rsidRPr="00520A9E">
        <w:rPr>
          <w:b/>
        </w:rPr>
        <w:t xml:space="preserve">beneficiarului promisiunii </w:t>
      </w:r>
      <w:r>
        <w:t>cu titlul de daune-interese suma de ________ lei (Euro).</w:t>
      </w:r>
    </w:p>
    <w:p w:rsidR="00520A9E" w:rsidRDefault="00520A9E" w:rsidP="00520A9E"/>
    <w:p w:rsidR="00520A9E" w:rsidRDefault="00520A9E" w:rsidP="00520A9E">
      <w:pPr>
        <w:pStyle w:val="Heading2"/>
      </w:pPr>
      <w:r>
        <w:t>IX. FORTA MAJORA</w:t>
      </w:r>
    </w:p>
    <w:p w:rsidR="00520A9E" w:rsidRDefault="00520A9E" w:rsidP="00520A9E"/>
    <w:p w:rsidR="00520A9E" w:rsidRDefault="00520A9E" w:rsidP="00520A9E">
      <w:pPr>
        <w:pStyle w:val="Heading3"/>
      </w:pPr>
      <w:r>
        <w:t>Art.13</w:t>
      </w:r>
    </w:p>
    <w:p w:rsidR="00520A9E" w:rsidRDefault="00520A9E" w:rsidP="00520A9E"/>
    <w:p w:rsidR="00520A9E" w:rsidRDefault="00520A9E" w:rsidP="00520A9E">
      <w:r>
        <w:t>Forta majora exonereaza partile de raspundere in cazul executarii necorespunzatoare sau cu intarziere a obligatiilor asumate prin prezentul contract.</w:t>
      </w:r>
    </w:p>
    <w:p w:rsidR="00520A9E" w:rsidRDefault="00520A9E" w:rsidP="00520A9E"/>
    <w:p w:rsidR="00520A9E" w:rsidRDefault="00520A9E" w:rsidP="00520A9E">
      <w:pPr>
        <w:pStyle w:val="Heading2"/>
      </w:pPr>
      <w:r>
        <w:t>X. SOLUTIONAREA LITIGIILOR</w:t>
      </w:r>
    </w:p>
    <w:p w:rsidR="00520A9E" w:rsidRDefault="00520A9E" w:rsidP="00520A9E"/>
    <w:p w:rsidR="00520A9E" w:rsidRDefault="00520A9E" w:rsidP="00520A9E">
      <w:pPr>
        <w:pStyle w:val="Heading3"/>
      </w:pPr>
      <w:r>
        <w:t>Art.14</w:t>
      </w:r>
    </w:p>
    <w:p w:rsidR="00520A9E" w:rsidRDefault="00520A9E" w:rsidP="00520A9E"/>
    <w:p w:rsidR="00520A9E" w:rsidRDefault="00520A9E" w:rsidP="00520A9E">
      <w:r>
        <w:t>Orice litigiu decurgand din sau in legatura cu acest contract, inclusiv referitor la validitatea, interpretarea, executarea ori desfiintarea prezentului contract se va solutiona de catre instantele judecatoresti competente.</w:t>
      </w:r>
    </w:p>
    <w:p w:rsidR="00520A9E" w:rsidRDefault="00520A9E" w:rsidP="00520A9E"/>
    <w:p w:rsidR="00520A9E" w:rsidRDefault="00520A9E" w:rsidP="00520A9E">
      <w:r>
        <w:t>Prezentul contract s-a incheiat la data de ___/___/_____, in ___ exemplare.</w:t>
      </w:r>
    </w:p>
    <w:p w:rsidR="00520A9E" w:rsidRDefault="00520A9E" w:rsidP="00520A9E"/>
    <w:p w:rsidR="00520A9E" w:rsidRDefault="00520A9E" w:rsidP="00520A9E"/>
    <w:p w:rsidR="00520A9E" w:rsidRPr="00520A9E" w:rsidRDefault="00520A9E" w:rsidP="00520A9E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520A9E">
        <w:rPr>
          <w:b/>
          <w:sz w:val="28"/>
          <w:szCs w:val="28"/>
        </w:rPr>
        <w:t xml:space="preserve">Beneficiar al                     </w:t>
      </w:r>
      <w:r>
        <w:rPr>
          <w:b/>
          <w:sz w:val="28"/>
          <w:szCs w:val="28"/>
        </w:rPr>
        <w:t xml:space="preserve">                            </w:t>
      </w:r>
      <w:r w:rsidRPr="00520A9E">
        <w:rPr>
          <w:b/>
          <w:sz w:val="28"/>
          <w:szCs w:val="28"/>
        </w:rPr>
        <w:t xml:space="preserve">              Promitent</w:t>
      </w:r>
    </w:p>
    <w:p w:rsidR="00520A9E" w:rsidRDefault="00520A9E" w:rsidP="00520A9E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520A9E">
        <w:rPr>
          <w:b/>
          <w:sz w:val="28"/>
          <w:szCs w:val="28"/>
        </w:rPr>
        <w:t>Promisiunii</w:t>
      </w:r>
    </w:p>
    <w:p w:rsidR="00520A9E" w:rsidRDefault="00520A9E" w:rsidP="00520A9E">
      <w:pPr>
        <w:spacing w:line="240" w:lineRule="auto"/>
        <w:rPr>
          <w:b/>
          <w:sz w:val="28"/>
          <w:szCs w:val="28"/>
        </w:rPr>
      </w:pPr>
    </w:p>
    <w:p w:rsidR="00520A9E" w:rsidRDefault="00520A9E" w:rsidP="00520A9E">
      <w:pPr>
        <w:spacing w:line="240" w:lineRule="auto"/>
        <w:rPr>
          <w:b/>
          <w:sz w:val="28"/>
          <w:szCs w:val="28"/>
        </w:rPr>
      </w:pPr>
    </w:p>
    <w:p w:rsidR="002448A3" w:rsidRPr="002448A3" w:rsidRDefault="00520A9E" w:rsidP="004848FC">
      <w:pPr>
        <w:spacing w:line="240" w:lineRule="auto"/>
      </w:pPr>
      <w:r>
        <w:rPr>
          <w:b/>
          <w:sz w:val="28"/>
          <w:szCs w:val="28"/>
        </w:rPr>
        <w:t xml:space="preserve">    _________________                                             _________________</w:t>
      </w:r>
    </w:p>
    <w:sectPr w:rsidR="002448A3" w:rsidRPr="002448A3" w:rsidSect="008B41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1440" w:bottom="993" w:left="1440" w:header="68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887" w:rsidRDefault="00384887" w:rsidP="00021277">
      <w:pPr>
        <w:spacing w:after="0" w:line="240" w:lineRule="auto"/>
      </w:pPr>
      <w:r>
        <w:separator/>
      </w:r>
    </w:p>
  </w:endnote>
  <w:endnote w:type="continuationSeparator" w:id="0">
    <w:p w:rsidR="00384887" w:rsidRDefault="00384887" w:rsidP="00021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7C6" w:rsidRDefault="00AF67C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277" w:rsidRDefault="00021277" w:rsidP="00F0642F">
    <w:pPr>
      <w:rPr>
        <w:lang w:val="ro-RO"/>
      </w:rPr>
    </w:pPr>
    <w:r>
      <w:tab/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1143000</wp:posOffset>
          </wp:positionH>
          <wp:positionV relativeFrom="paragraph">
            <wp:posOffset>-9525</wp:posOffset>
          </wp:positionV>
          <wp:extent cx="457200" cy="432435"/>
          <wp:effectExtent l="19050" t="0" r="0" b="0"/>
          <wp:wrapTight wrapText="bothSides">
            <wp:wrapPolygon edited="0">
              <wp:start x="-900" y="0"/>
              <wp:lineTo x="-900" y="20934"/>
              <wp:lineTo x="21600" y="20934"/>
              <wp:lineTo x="21600" y="0"/>
              <wp:lineTo x="-900" y="0"/>
            </wp:wrapPolygon>
          </wp:wrapTight>
          <wp:docPr id="1" name="Picture 1" descr="Fav_of_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v_of_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32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0642F">
      <w:t xml:space="preserve">                                                </w:t>
    </w:r>
    <w:r w:rsidR="008B4172">
      <w:t xml:space="preserve">    </w:t>
    </w:r>
    <w:hyperlink r:id="rId2" w:history="1">
      <w:r w:rsidRPr="00B05D33">
        <w:rPr>
          <w:rStyle w:val="Hyperlink"/>
          <w:lang w:val="ro-RO"/>
        </w:rPr>
        <w:t>www.oficial.ro</w:t>
      </w:r>
    </w:hyperlink>
    <w:r>
      <w:rPr>
        <w:lang w:val="ro-RO"/>
      </w:rPr>
      <w:t xml:space="preserve"> formulare  acte</w:t>
    </w:r>
    <w:r w:rsidR="00F0642F">
      <w:rPr>
        <w:lang w:val="ro-RO"/>
      </w:rPr>
      <w:t xml:space="preserve">     </w:t>
    </w:r>
    <w:sdt>
      <w:sdtPr>
        <w:id w:val="250395305"/>
        <w:docPartObj>
          <w:docPartGallery w:val="Page Numbers (Top of Page)"/>
          <w:docPartUnique/>
        </w:docPartObj>
      </w:sdtPr>
      <w:sdtContent>
        <w:r w:rsidR="00F0642F">
          <w:t xml:space="preserve">                          Pag. </w:t>
        </w:r>
        <w:fldSimple w:instr=" PAGE ">
          <w:r w:rsidR="004848FC">
            <w:rPr>
              <w:noProof/>
            </w:rPr>
            <w:t>1</w:t>
          </w:r>
        </w:fldSimple>
        <w:r w:rsidR="00F0642F">
          <w:t xml:space="preserve"> din </w:t>
        </w:r>
        <w:fldSimple w:instr=" NUMPAGES  ">
          <w:r w:rsidR="004848FC">
            <w:rPr>
              <w:noProof/>
            </w:rPr>
            <w:t>4</w:t>
          </w:r>
        </w:fldSimple>
      </w:sdtContent>
    </w:sdt>
    <w:r>
      <w:rPr>
        <w:lang w:val="ro-RO"/>
      </w:rPr>
      <w:tab/>
    </w:r>
  </w:p>
  <w:p w:rsidR="004D10DC" w:rsidRDefault="004D10DC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7C6" w:rsidRDefault="00AF67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887" w:rsidRDefault="00384887" w:rsidP="00021277">
      <w:pPr>
        <w:spacing w:after="0" w:line="240" w:lineRule="auto"/>
      </w:pPr>
      <w:r>
        <w:separator/>
      </w:r>
    </w:p>
  </w:footnote>
  <w:footnote w:type="continuationSeparator" w:id="0">
    <w:p w:rsidR="00384887" w:rsidRDefault="00384887" w:rsidP="00021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7C6" w:rsidRDefault="00AF67C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7C6" w:rsidRDefault="00AF67C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7C6" w:rsidRDefault="00AF67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E5922"/>
    <w:multiLevelType w:val="multilevel"/>
    <w:tmpl w:val="A64E7D54"/>
    <w:lvl w:ilvl="0">
      <w:start w:val="1"/>
      <w:numFmt w:val="none"/>
      <w:pStyle w:val="Heading1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2%1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848FC"/>
    <w:rsid w:val="00017707"/>
    <w:rsid w:val="00021277"/>
    <w:rsid w:val="00054FBF"/>
    <w:rsid w:val="000851D0"/>
    <w:rsid w:val="00096E10"/>
    <w:rsid w:val="000A0229"/>
    <w:rsid w:val="000B1264"/>
    <w:rsid w:val="000C06B6"/>
    <w:rsid w:val="000D2CBF"/>
    <w:rsid w:val="0010367B"/>
    <w:rsid w:val="00146E2A"/>
    <w:rsid w:val="00166921"/>
    <w:rsid w:val="00175196"/>
    <w:rsid w:val="001D42FB"/>
    <w:rsid w:val="001E5E11"/>
    <w:rsid w:val="001E777D"/>
    <w:rsid w:val="001F09C6"/>
    <w:rsid w:val="00223664"/>
    <w:rsid w:val="002448A3"/>
    <w:rsid w:val="002538C4"/>
    <w:rsid w:val="00254B08"/>
    <w:rsid w:val="002A2E3E"/>
    <w:rsid w:val="002C39B6"/>
    <w:rsid w:val="002E22A7"/>
    <w:rsid w:val="002F3FE1"/>
    <w:rsid w:val="00301EF7"/>
    <w:rsid w:val="00312990"/>
    <w:rsid w:val="00320077"/>
    <w:rsid w:val="00325C41"/>
    <w:rsid w:val="003509AA"/>
    <w:rsid w:val="00353D54"/>
    <w:rsid w:val="003556A5"/>
    <w:rsid w:val="00375B42"/>
    <w:rsid w:val="00384887"/>
    <w:rsid w:val="003A516C"/>
    <w:rsid w:val="003B0821"/>
    <w:rsid w:val="003C1D2F"/>
    <w:rsid w:val="003C7172"/>
    <w:rsid w:val="003E6204"/>
    <w:rsid w:val="003E6D83"/>
    <w:rsid w:val="003F1F37"/>
    <w:rsid w:val="003F2CC1"/>
    <w:rsid w:val="0040590E"/>
    <w:rsid w:val="00417A3B"/>
    <w:rsid w:val="00424BE4"/>
    <w:rsid w:val="004333EC"/>
    <w:rsid w:val="00437721"/>
    <w:rsid w:val="00453713"/>
    <w:rsid w:val="0046329F"/>
    <w:rsid w:val="00466BBC"/>
    <w:rsid w:val="004766D2"/>
    <w:rsid w:val="004848FC"/>
    <w:rsid w:val="004D10DC"/>
    <w:rsid w:val="004D5DBD"/>
    <w:rsid w:val="004E24D1"/>
    <w:rsid w:val="004F402C"/>
    <w:rsid w:val="00504346"/>
    <w:rsid w:val="00516A9C"/>
    <w:rsid w:val="00520A9E"/>
    <w:rsid w:val="0053027B"/>
    <w:rsid w:val="00545C16"/>
    <w:rsid w:val="00547658"/>
    <w:rsid w:val="005539B2"/>
    <w:rsid w:val="0057280A"/>
    <w:rsid w:val="00580595"/>
    <w:rsid w:val="00596EA3"/>
    <w:rsid w:val="005B44BD"/>
    <w:rsid w:val="005C01E1"/>
    <w:rsid w:val="005E711E"/>
    <w:rsid w:val="005F4FE1"/>
    <w:rsid w:val="005F524F"/>
    <w:rsid w:val="00607AA0"/>
    <w:rsid w:val="00682A84"/>
    <w:rsid w:val="006B0A45"/>
    <w:rsid w:val="006D4C11"/>
    <w:rsid w:val="00747217"/>
    <w:rsid w:val="00750639"/>
    <w:rsid w:val="007A79B4"/>
    <w:rsid w:val="007C24C5"/>
    <w:rsid w:val="00803803"/>
    <w:rsid w:val="00816A69"/>
    <w:rsid w:val="00843E46"/>
    <w:rsid w:val="008440BB"/>
    <w:rsid w:val="008441D5"/>
    <w:rsid w:val="00846505"/>
    <w:rsid w:val="00865D36"/>
    <w:rsid w:val="00870E6E"/>
    <w:rsid w:val="00873E9C"/>
    <w:rsid w:val="008952FD"/>
    <w:rsid w:val="00895756"/>
    <w:rsid w:val="008B4172"/>
    <w:rsid w:val="008B48A7"/>
    <w:rsid w:val="008C4C47"/>
    <w:rsid w:val="008E23A0"/>
    <w:rsid w:val="0092505E"/>
    <w:rsid w:val="00961C08"/>
    <w:rsid w:val="00964BBC"/>
    <w:rsid w:val="00970F4F"/>
    <w:rsid w:val="00993B3E"/>
    <w:rsid w:val="009B34D6"/>
    <w:rsid w:val="009B4ACE"/>
    <w:rsid w:val="009B57BF"/>
    <w:rsid w:val="009C433F"/>
    <w:rsid w:val="009C701C"/>
    <w:rsid w:val="009D2776"/>
    <w:rsid w:val="009D32EE"/>
    <w:rsid w:val="009D5DF5"/>
    <w:rsid w:val="009F7152"/>
    <w:rsid w:val="00A103EA"/>
    <w:rsid w:val="00A56ADB"/>
    <w:rsid w:val="00A83C63"/>
    <w:rsid w:val="00A878C3"/>
    <w:rsid w:val="00AB09BA"/>
    <w:rsid w:val="00AB4DB9"/>
    <w:rsid w:val="00AC42F3"/>
    <w:rsid w:val="00AE2FBD"/>
    <w:rsid w:val="00AF493E"/>
    <w:rsid w:val="00AF67C6"/>
    <w:rsid w:val="00B14F92"/>
    <w:rsid w:val="00B21F2B"/>
    <w:rsid w:val="00B400C3"/>
    <w:rsid w:val="00B428F6"/>
    <w:rsid w:val="00B617B9"/>
    <w:rsid w:val="00B61B8F"/>
    <w:rsid w:val="00B84844"/>
    <w:rsid w:val="00BB2ABE"/>
    <w:rsid w:val="00BB39DE"/>
    <w:rsid w:val="00BB71A2"/>
    <w:rsid w:val="00BE7BBC"/>
    <w:rsid w:val="00C13B18"/>
    <w:rsid w:val="00C33F8E"/>
    <w:rsid w:val="00C35222"/>
    <w:rsid w:val="00C37803"/>
    <w:rsid w:val="00C542E9"/>
    <w:rsid w:val="00C9705A"/>
    <w:rsid w:val="00CA6313"/>
    <w:rsid w:val="00D0016F"/>
    <w:rsid w:val="00D150F6"/>
    <w:rsid w:val="00D24048"/>
    <w:rsid w:val="00D25889"/>
    <w:rsid w:val="00D26D50"/>
    <w:rsid w:val="00D619A1"/>
    <w:rsid w:val="00D8138E"/>
    <w:rsid w:val="00D90BA8"/>
    <w:rsid w:val="00DE0788"/>
    <w:rsid w:val="00E0224C"/>
    <w:rsid w:val="00E168F7"/>
    <w:rsid w:val="00E24D08"/>
    <w:rsid w:val="00E71FA4"/>
    <w:rsid w:val="00E7407A"/>
    <w:rsid w:val="00E910EB"/>
    <w:rsid w:val="00E93C23"/>
    <w:rsid w:val="00EB3DDF"/>
    <w:rsid w:val="00EF0A2B"/>
    <w:rsid w:val="00EF1D97"/>
    <w:rsid w:val="00EF6984"/>
    <w:rsid w:val="00F03FF2"/>
    <w:rsid w:val="00F0642F"/>
    <w:rsid w:val="00F10FFE"/>
    <w:rsid w:val="00FA2A72"/>
    <w:rsid w:val="00FA5DA4"/>
    <w:rsid w:val="00FA751A"/>
    <w:rsid w:val="00FC0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713"/>
  </w:style>
  <w:style w:type="paragraph" w:styleId="Heading1">
    <w:name w:val="heading 1"/>
    <w:basedOn w:val="Normal"/>
    <w:next w:val="Normal"/>
    <w:link w:val="Heading1Char"/>
    <w:uiPriority w:val="9"/>
    <w:qFormat/>
    <w:rsid w:val="00453713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0A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0A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5371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371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371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371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371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371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37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537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537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4537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37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37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371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371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371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02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1277"/>
  </w:style>
  <w:style w:type="paragraph" w:styleId="Footer">
    <w:name w:val="footer"/>
    <w:basedOn w:val="Normal"/>
    <w:link w:val="FooterChar"/>
    <w:uiPriority w:val="99"/>
    <w:unhideWhenUsed/>
    <w:rsid w:val="0002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1277"/>
  </w:style>
  <w:style w:type="character" w:styleId="Hyperlink">
    <w:name w:val="Hyperlink"/>
    <w:basedOn w:val="DefaultParagraphFont"/>
    <w:rsid w:val="0002127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ficial.ro/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\AppData\Roaming\Microsoft\Templates\Oficial%20W2007_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Oficial W2007_4.dotx</Template>
  <TotalTime>11</TotalTime>
  <Pages>4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</dc:creator>
  <cp:lastModifiedBy>us</cp:lastModifiedBy>
  <cp:revision>1</cp:revision>
  <dcterms:created xsi:type="dcterms:W3CDTF">2013-05-09T08:23:00Z</dcterms:created>
  <dcterms:modified xsi:type="dcterms:W3CDTF">2013-05-09T08:34:00Z</dcterms:modified>
</cp:coreProperties>
</file>